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959F27F" w:rsidR="0033636C" w:rsidRPr="00E1371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1371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21F69">
            <w:rPr>
              <w:rFonts w:ascii="Times New Roman" w:hAnsi="Times New Roman"/>
              <w:sz w:val="28"/>
              <w:szCs w:val="28"/>
            </w:rPr>
            <w:t>03 февраля 2026 года</w:t>
          </w:r>
        </w:sdtContent>
      </w:sdt>
      <w:r w:rsidRPr="00E1371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121F69" w:rsidRPr="00121F69">
            <w:rPr>
              <w:rFonts w:ascii="Times New Roman" w:hAnsi="Times New Roman"/>
              <w:sz w:val="28"/>
              <w:szCs w:val="28"/>
            </w:rPr>
            <w:t>42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316C681" w14:textId="77777777" w:rsidR="00E13716" w:rsidRDefault="00093B08" w:rsidP="00E137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0F19">
        <w:rPr>
          <w:rFonts w:ascii="Times New Roman" w:hAnsi="Times New Roman"/>
          <w:b/>
          <w:sz w:val="28"/>
          <w:szCs w:val="28"/>
        </w:rPr>
        <w:t>О перечне объектов для отбывания наказания</w:t>
      </w:r>
    </w:p>
    <w:p w14:paraId="0DCF5580" w14:textId="4BCA277E" w:rsidR="0033636C" w:rsidRPr="00610F19" w:rsidRDefault="00093B08" w:rsidP="00E137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0F19">
        <w:rPr>
          <w:rFonts w:ascii="Times New Roman" w:hAnsi="Times New Roman"/>
          <w:b/>
          <w:sz w:val="28"/>
          <w:szCs w:val="28"/>
        </w:rPr>
        <w:t>в виде обязательных работ</w:t>
      </w:r>
    </w:p>
    <w:p w14:paraId="0DCF5581" w14:textId="77777777" w:rsidR="00185FEC" w:rsidRDefault="00185FEC" w:rsidP="00E13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EC927C" w14:textId="445CA2E6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В соответствии со ст. 49 Уголовного кодекса Российской Федерации</w:t>
      </w:r>
      <w:r w:rsidR="006E10AA">
        <w:rPr>
          <w:rFonts w:ascii="Times New Roman" w:hAnsi="Times New Roman"/>
          <w:sz w:val="28"/>
          <w:szCs w:val="28"/>
        </w:rPr>
        <w:t xml:space="preserve">, </w:t>
      </w:r>
      <w:r w:rsidR="00E13716">
        <w:rPr>
          <w:rFonts w:ascii="Times New Roman" w:hAnsi="Times New Roman"/>
          <w:sz w:val="28"/>
          <w:szCs w:val="28"/>
        </w:rPr>
        <w:br/>
      </w:r>
      <w:r w:rsidRPr="00610F19">
        <w:rPr>
          <w:rFonts w:ascii="Times New Roman" w:hAnsi="Times New Roman"/>
          <w:sz w:val="28"/>
          <w:szCs w:val="28"/>
        </w:rPr>
        <w:t>ст. 25</w:t>
      </w:r>
      <w:r w:rsidR="006E10AA">
        <w:rPr>
          <w:rFonts w:ascii="Times New Roman" w:hAnsi="Times New Roman"/>
          <w:sz w:val="28"/>
          <w:szCs w:val="28"/>
        </w:rPr>
        <w:t xml:space="preserve"> </w:t>
      </w:r>
      <w:r w:rsidRPr="00610F19">
        <w:rPr>
          <w:rFonts w:ascii="Times New Roman" w:hAnsi="Times New Roman"/>
          <w:sz w:val="28"/>
          <w:szCs w:val="28"/>
        </w:rPr>
        <w:t xml:space="preserve">Уголовно-исполнительного кодекса Российской Федерации, руководствуясь ст. ст. 36, 45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610F19">
        <w:rPr>
          <w:rFonts w:ascii="Times New Roman" w:hAnsi="Times New Roman"/>
          <w:b/>
          <w:sz w:val="28"/>
          <w:szCs w:val="28"/>
        </w:rPr>
        <w:t>ПОСТАНОВЛЯЕТ:</w:t>
      </w:r>
    </w:p>
    <w:p w14:paraId="3DBCA1CC" w14:textId="4627F2FB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1. Утвердить перечень объектов для отбывания наказания в виде обязательных работ (прилагается).</w:t>
      </w:r>
    </w:p>
    <w:p w14:paraId="0897E79A" w14:textId="06AEFB25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2. Установить для отбывания наказания в виде обязательных работ следующие виды работ:</w:t>
      </w:r>
    </w:p>
    <w:p w14:paraId="469CC647" w14:textId="0B5AC915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- уборка и санитарная очистка территорий сел и поселка, отдельных объектов;</w:t>
      </w:r>
    </w:p>
    <w:p w14:paraId="076F68A3" w14:textId="390224E3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- благоустройство дворовых территорий;</w:t>
      </w:r>
    </w:p>
    <w:p w14:paraId="580DFCB2" w14:textId="6DFCA221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- озеленение территорий населенных пунктов;</w:t>
      </w:r>
    </w:p>
    <w:p w14:paraId="2BA41D72" w14:textId="4E850F3B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 xml:space="preserve">- очистка подвалов от мусора в </w:t>
      </w:r>
      <w:r w:rsidR="006E10AA" w:rsidRPr="00610F19">
        <w:rPr>
          <w:rFonts w:ascii="Times New Roman" w:hAnsi="Times New Roman"/>
          <w:sz w:val="28"/>
          <w:szCs w:val="28"/>
        </w:rPr>
        <w:t xml:space="preserve">муниципальном </w:t>
      </w:r>
      <w:r w:rsidRPr="00610F19">
        <w:rPr>
          <w:rFonts w:ascii="Times New Roman" w:hAnsi="Times New Roman"/>
          <w:sz w:val="28"/>
          <w:szCs w:val="28"/>
        </w:rPr>
        <w:t>жил</w:t>
      </w:r>
      <w:r w:rsidR="006E10AA">
        <w:rPr>
          <w:rFonts w:ascii="Times New Roman" w:hAnsi="Times New Roman"/>
          <w:sz w:val="28"/>
          <w:szCs w:val="28"/>
        </w:rPr>
        <w:t>ищном</w:t>
      </w:r>
      <w:r w:rsidRPr="00610F19">
        <w:rPr>
          <w:rFonts w:ascii="Times New Roman" w:hAnsi="Times New Roman"/>
          <w:sz w:val="28"/>
          <w:szCs w:val="28"/>
        </w:rPr>
        <w:t xml:space="preserve"> фонде;</w:t>
      </w:r>
    </w:p>
    <w:p w14:paraId="520A5DA7" w14:textId="3F4B6FF8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- расчистка снега на территории сел и поселка, отдельных объектов;</w:t>
      </w:r>
    </w:p>
    <w:p w14:paraId="72B7B531" w14:textId="44473719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>- ремонт деревянных ограждений на территории сел и поселка, отдельных объектов;</w:t>
      </w:r>
    </w:p>
    <w:p w14:paraId="0CAF1DBA" w14:textId="250C2C04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 xml:space="preserve">- другие работы, не требующие квалификационных разрядов </w:t>
      </w:r>
      <w:r w:rsidRPr="00610F19">
        <w:rPr>
          <w:rFonts w:ascii="Times New Roman" w:hAnsi="Times New Roman"/>
          <w:sz w:val="28"/>
          <w:szCs w:val="28"/>
        </w:rPr>
        <w:br/>
        <w:t>и специальных допусков.</w:t>
      </w:r>
    </w:p>
    <w:p w14:paraId="3514250A" w14:textId="30E233C9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 xml:space="preserve">3. Считать утратившим силу 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610F19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4</w:t>
      </w:r>
      <w:r w:rsidRPr="00610F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610F19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610F19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209</w:t>
      </w:r>
      <w:r w:rsidRPr="00610F19">
        <w:rPr>
          <w:rFonts w:ascii="Times New Roman" w:hAnsi="Times New Roman"/>
          <w:sz w:val="28"/>
          <w:szCs w:val="28"/>
        </w:rPr>
        <w:t xml:space="preserve"> «О перечне объектов </w:t>
      </w:r>
      <w:r w:rsidR="00E13716">
        <w:rPr>
          <w:rFonts w:ascii="Times New Roman" w:hAnsi="Times New Roman"/>
          <w:sz w:val="28"/>
          <w:szCs w:val="28"/>
        </w:rPr>
        <w:br/>
      </w:r>
      <w:r w:rsidRPr="00610F19">
        <w:rPr>
          <w:rFonts w:ascii="Times New Roman" w:hAnsi="Times New Roman"/>
          <w:sz w:val="28"/>
          <w:szCs w:val="28"/>
        </w:rPr>
        <w:t>для отбывания наказания в виде обязательных работ».</w:t>
      </w:r>
    </w:p>
    <w:p w14:paraId="60DDBA83" w14:textId="758C951A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Pr="00610F19">
        <w:rPr>
          <w:rFonts w:ascii="Times New Roman" w:hAnsi="Times New Roman"/>
          <w:sz w:val="28"/>
          <w:szCs w:val="28"/>
        </w:rPr>
        <w:br/>
        <w:t xml:space="preserve">и разместить на официальном сайте муниципального образования Ногликский </w:t>
      </w:r>
      <w:r w:rsidRPr="00610F19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 в информационно-телекоммуникационной сети «Интернет».</w:t>
      </w:r>
    </w:p>
    <w:p w14:paraId="3549112D" w14:textId="78C97FF8" w:rsidR="00610F19" w:rsidRPr="00610F19" w:rsidRDefault="00610F19" w:rsidP="00E13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F19"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Pr="00610F19">
        <w:rPr>
          <w:rFonts w:ascii="Times New Roman" w:hAnsi="Times New Roman"/>
          <w:sz w:val="28"/>
          <w:szCs w:val="28"/>
        </w:rPr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управляющего делами администрации </w:t>
      </w:r>
      <w:r w:rsidRPr="00610F19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>
        <w:rPr>
          <w:rFonts w:ascii="Times New Roman" w:hAnsi="Times New Roman"/>
          <w:sz w:val="28"/>
          <w:szCs w:val="28"/>
        </w:rPr>
        <w:t>Авдеева И.Ю</w:t>
      </w:r>
      <w:r w:rsidRPr="00610F19">
        <w:rPr>
          <w:rFonts w:ascii="Times New Roman" w:hAnsi="Times New Roman"/>
          <w:sz w:val="28"/>
          <w:szCs w:val="28"/>
        </w:rPr>
        <w:t>.</w:t>
      </w:r>
    </w:p>
    <w:p w14:paraId="4F24C02A" w14:textId="77777777" w:rsidR="00610F19" w:rsidRPr="00610F19" w:rsidRDefault="00610F19" w:rsidP="00E137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A" w14:textId="77777777" w:rsidR="008629FA" w:rsidRPr="00D12794" w:rsidRDefault="008629FA" w:rsidP="00E137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E137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E137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06112E3D" w:rsidR="008629FA" w:rsidRPr="008629FA" w:rsidRDefault="008629FA" w:rsidP="00E137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5E413167" w:rsidR="008629FA" w:rsidRPr="00D12794" w:rsidRDefault="00093B08" w:rsidP="00E137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E13716">
        <w:rPr>
          <w:rFonts w:ascii="Times New Roman" w:hAnsi="Times New Roman"/>
          <w:sz w:val="28"/>
          <w:szCs w:val="28"/>
        </w:rPr>
        <w:tab/>
      </w:r>
      <w:r w:rsidR="00E13716">
        <w:rPr>
          <w:rFonts w:ascii="Times New Roman" w:hAnsi="Times New Roman"/>
          <w:sz w:val="28"/>
          <w:szCs w:val="28"/>
        </w:rPr>
        <w:tab/>
      </w:r>
      <w:r w:rsidR="00E13716">
        <w:rPr>
          <w:rFonts w:ascii="Times New Roman" w:hAnsi="Times New Roman"/>
          <w:sz w:val="28"/>
          <w:szCs w:val="28"/>
        </w:rPr>
        <w:tab/>
      </w:r>
      <w:r w:rsidR="00E13716">
        <w:rPr>
          <w:rFonts w:ascii="Times New Roman" w:hAnsi="Times New Roman"/>
          <w:sz w:val="28"/>
          <w:szCs w:val="28"/>
        </w:rPr>
        <w:tab/>
      </w:r>
      <w:r w:rsidR="00E13716">
        <w:rPr>
          <w:rFonts w:ascii="Times New Roman" w:hAnsi="Times New Roman"/>
          <w:sz w:val="28"/>
          <w:szCs w:val="28"/>
        </w:rPr>
        <w:tab/>
      </w:r>
      <w:r w:rsidR="00E13716">
        <w:rPr>
          <w:rFonts w:ascii="Times New Roman" w:hAnsi="Times New Roman"/>
          <w:sz w:val="28"/>
          <w:szCs w:val="28"/>
        </w:rPr>
        <w:tab/>
      </w:r>
      <w:r w:rsidR="00E13716">
        <w:rPr>
          <w:rFonts w:ascii="Times New Roman" w:hAnsi="Times New Roman"/>
          <w:sz w:val="28"/>
          <w:szCs w:val="28"/>
        </w:rPr>
        <w:tab/>
        <w:t xml:space="preserve">       </w:t>
      </w:r>
      <w:r w:rsidR="00E13716" w:rsidRPr="00E13716">
        <w:rPr>
          <w:rFonts w:ascii="Times New Roman" w:hAnsi="Times New Roman"/>
          <w:sz w:val="28"/>
          <w:szCs w:val="28"/>
        </w:rPr>
        <w:t xml:space="preserve"> </w:t>
      </w:r>
      <w:r w:rsidR="00E13716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D12794" w:rsidSect="00E1371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109891"/>
      <w:docPartObj>
        <w:docPartGallery w:val="Page Numbers (Top of Page)"/>
        <w:docPartUnique/>
      </w:docPartObj>
    </w:sdtPr>
    <w:sdtEndPr/>
    <w:sdtContent>
      <w:p w14:paraId="54B86D7D" w14:textId="5074A8EE" w:rsidR="00E13716" w:rsidRDefault="00E137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F6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21F69"/>
    <w:rsid w:val="00185FEC"/>
    <w:rsid w:val="001E1F9F"/>
    <w:rsid w:val="002003DC"/>
    <w:rsid w:val="002B5CAC"/>
    <w:rsid w:val="0033636C"/>
    <w:rsid w:val="003E4257"/>
    <w:rsid w:val="00520CBF"/>
    <w:rsid w:val="00610F19"/>
    <w:rsid w:val="006E10AA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13716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21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1F6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2026-02-03T00:35:00Z</cp:lastPrinted>
  <dcterms:created xsi:type="dcterms:W3CDTF">2020-04-07T04:52:00Z</dcterms:created>
  <dcterms:modified xsi:type="dcterms:W3CDTF">2026-02-03T00:35:00Z</dcterms:modified>
</cp:coreProperties>
</file>